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A57C6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>О ликвидации администрации</w:t>
      </w:r>
      <w:r w:rsidR="00CA57C6">
        <w:rPr>
          <w:b/>
          <w:sz w:val="28"/>
          <w:szCs w:val="28"/>
        </w:rPr>
        <w:t xml:space="preserve"> </w:t>
      </w:r>
      <w:proofErr w:type="spellStart"/>
      <w:r w:rsidR="00A83D41">
        <w:rPr>
          <w:b/>
          <w:sz w:val="28"/>
          <w:szCs w:val="28"/>
        </w:rPr>
        <w:t>Каргаполовского</w:t>
      </w:r>
      <w:proofErr w:type="spellEnd"/>
      <w:r w:rsidR="00CA57C6">
        <w:rPr>
          <w:b/>
          <w:sz w:val="28"/>
          <w:szCs w:val="28"/>
        </w:rPr>
        <w:t xml:space="preserve"> сельсовета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A57C6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A83D41" w:rsidRDefault="001D4DA3" w:rsidP="00E935D6">
      <w:pPr>
        <w:ind w:firstLine="708"/>
        <w:jc w:val="both"/>
        <w:rPr>
          <w:sz w:val="28"/>
          <w:szCs w:val="28"/>
        </w:rPr>
      </w:pPr>
      <w:r w:rsidRPr="00A83D41">
        <w:rPr>
          <w:sz w:val="28"/>
          <w:szCs w:val="28"/>
        </w:rPr>
        <w:t>1. Ликвидировать администрацию</w:t>
      </w:r>
      <w:r w:rsidR="00CA57C6" w:rsidRPr="00A83D41">
        <w:rPr>
          <w:sz w:val="28"/>
          <w:szCs w:val="28"/>
        </w:rPr>
        <w:t xml:space="preserve"> </w:t>
      </w:r>
      <w:proofErr w:type="spellStart"/>
      <w:r w:rsidR="00A83D41" w:rsidRPr="00A83D41">
        <w:rPr>
          <w:sz w:val="28"/>
          <w:szCs w:val="28"/>
        </w:rPr>
        <w:t>Каргаполовского</w:t>
      </w:r>
      <w:proofErr w:type="spellEnd"/>
      <w:r w:rsidR="00CA57C6" w:rsidRPr="00A83D41">
        <w:rPr>
          <w:sz w:val="28"/>
          <w:szCs w:val="28"/>
        </w:rPr>
        <w:t xml:space="preserve"> сельсовета</w:t>
      </w:r>
      <w:r w:rsidRPr="00A83D41">
        <w:rPr>
          <w:sz w:val="28"/>
          <w:szCs w:val="28"/>
        </w:rPr>
        <w:t xml:space="preserve"> </w:t>
      </w:r>
      <w:r w:rsidR="00341AC8" w:rsidRPr="00A83D41">
        <w:rPr>
          <w:sz w:val="28"/>
          <w:szCs w:val="28"/>
        </w:rPr>
        <w:t>Сузунского</w:t>
      </w:r>
      <w:r w:rsidR="00AB1A24" w:rsidRPr="00A83D41">
        <w:rPr>
          <w:sz w:val="28"/>
          <w:szCs w:val="28"/>
        </w:rPr>
        <w:t xml:space="preserve"> </w:t>
      </w:r>
      <w:r w:rsidR="0013518D" w:rsidRPr="00A83D41">
        <w:rPr>
          <w:sz w:val="28"/>
          <w:szCs w:val="28"/>
        </w:rPr>
        <w:t xml:space="preserve">района </w:t>
      </w:r>
      <w:r w:rsidR="00CA57C6" w:rsidRPr="00A83D41">
        <w:rPr>
          <w:sz w:val="28"/>
          <w:szCs w:val="28"/>
        </w:rPr>
        <w:t xml:space="preserve">Новосибирской области </w:t>
      </w:r>
      <w:r w:rsidRPr="00A83D41">
        <w:rPr>
          <w:sz w:val="28"/>
          <w:szCs w:val="28"/>
        </w:rPr>
        <w:t>(</w:t>
      </w:r>
      <w:r w:rsidR="00341AC8" w:rsidRPr="00A83D41">
        <w:rPr>
          <w:sz w:val="28"/>
          <w:szCs w:val="28"/>
          <w:shd w:val="clear" w:color="auto" w:fill="FFFFFF"/>
        </w:rPr>
        <w:t>ОГРН: </w:t>
      </w:r>
      <w:r w:rsidR="00A83D41" w:rsidRPr="00A83D41">
        <w:rPr>
          <w:sz w:val="28"/>
          <w:szCs w:val="28"/>
          <w:shd w:val="clear" w:color="auto" w:fill="FFFFFF"/>
        </w:rPr>
        <w:t>1025405427750</w:t>
      </w:r>
      <w:r w:rsidRPr="00A83D41">
        <w:rPr>
          <w:sz w:val="28"/>
          <w:szCs w:val="28"/>
        </w:rPr>
        <w:t>, ИНН</w:t>
      </w:r>
      <w:r w:rsidR="0013518D" w:rsidRPr="00A83D41">
        <w:rPr>
          <w:sz w:val="28"/>
          <w:szCs w:val="28"/>
        </w:rPr>
        <w:t xml:space="preserve"> </w:t>
      </w:r>
      <w:r w:rsidR="00A83D41" w:rsidRPr="00A83D41">
        <w:rPr>
          <w:sz w:val="28"/>
          <w:szCs w:val="28"/>
          <w:shd w:val="clear" w:color="auto" w:fill="FFFFFF"/>
        </w:rPr>
        <w:t>5436106477</w:t>
      </w:r>
      <w:r w:rsidRPr="00A83D41">
        <w:rPr>
          <w:sz w:val="28"/>
          <w:szCs w:val="28"/>
        </w:rPr>
        <w:t xml:space="preserve">, юридический и фактический адрес: </w:t>
      </w:r>
      <w:r w:rsidR="0013518D" w:rsidRPr="00A83D41">
        <w:rPr>
          <w:sz w:val="28"/>
          <w:szCs w:val="28"/>
        </w:rPr>
        <w:t xml:space="preserve">Новосибирская область, </w:t>
      </w:r>
      <w:r w:rsidR="00341AC8" w:rsidRPr="00A83D41">
        <w:rPr>
          <w:sz w:val="28"/>
          <w:szCs w:val="28"/>
        </w:rPr>
        <w:t>Сузунский</w:t>
      </w:r>
      <w:r w:rsidR="0013518D" w:rsidRPr="00A83D41">
        <w:rPr>
          <w:sz w:val="28"/>
          <w:szCs w:val="28"/>
        </w:rPr>
        <w:t xml:space="preserve"> район, </w:t>
      </w:r>
      <w:r w:rsidR="00CA57C6" w:rsidRPr="00A83D41">
        <w:rPr>
          <w:sz w:val="28"/>
          <w:szCs w:val="28"/>
        </w:rPr>
        <w:t xml:space="preserve">с. </w:t>
      </w:r>
      <w:proofErr w:type="spellStart"/>
      <w:r w:rsidR="00A83D41" w:rsidRPr="00A83D41">
        <w:rPr>
          <w:sz w:val="28"/>
          <w:szCs w:val="28"/>
        </w:rPr>
        <w:t>Каргаполово</w:t>
      </w:r>
      <w:proofErr w:type="spellEnd"/>
      <w:r w:rsidR="0013518D" w:rsidRPr="00A83D41">
        <w:rPr>
          <w:sz w:val="28"/>
          <w:szCs w:val="28"/>
        </w:rPr>
        <w:t xml:space="preserve">, </w:t>
      </w:r>
      <w:r w:rsidR="00A83D41" w:rsidRPr="00A83D41">
        <w:rPr>
          <w:sz w:val="28"/>
          <w:szCs w:val="28"/>
        </w:rPr>
        <w:t>ул</w:t>
      </w:r>
      <w:r w:rsidR="0013518D" w:rsidRPr="00A83D41">
        <w:rPr>
          <w:sz w:val="28"/>
          <w:szCs w:val="28"/>
        </w:rPr>
        <w:t>.</w:t>
      </w:r>
      <w:r w:rsidR="00341AC8" w:rsidRPr="00A83D41">
        <w:rPr>
          <w:sz w:val="28"/>
          <w:szCs w:val="28"/>
        </w:rPr>
        <w:t xml:space="preserve"> </w:t>
      </w:r>
      <w:r w:rsidR="00CA57C6" w:rsidRPr="00A83D41">
        <w:rPr>
          <w:sz w:val="28"/>
          <w:szCs w:val="28"/>
        </w:rPr>
        <w:t>Центральн</w:t>
      </w:r>
      <w:r w:rsidR="00A83D41" w:rsidRPr="00A83D41">
        <w:rPr>
          <w:sz w:val="28"/>
          <w:szCs w:val="28"/>
        </w:rPr>
        <w:t>ая</w:t>
      </w:r>
      <w:r w:rsidR="0013518D" w:rsidRPr="00A83D41">
        <w:rPr>
          <w:sz w:val="28"/>
          <w:szCs w:val="28"/>
        </w:rPr>
        <w:t>,</w:t>
      </w:r>
      <w:r w:rsidR="00341AC8" w:rsidRPr="00A83D41">
        <w:rPr>
          <w:sz w:val="28"/>
          <w:szCs w:val="28"/>
        </w:rPr>
        <w:t xml:space="preserve"> д. </w:t>
      </w:r>
      <w:r w:rsidR="00A83D41" w:rsidRPr="00A83D41">
        <w:rPr>
          <w:sz w:val="28"/>
          <w:szCs w:val="28"/>
        </w:rPr>
        <w:t>40</w:t>
      </w:r>
      <w:r w:rsidR="00DF2AC4" w:rsidRPr="00A83D41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A83D41">
        <w:rPr>
          <w:sz w:val="28"/>
          <w:szCs w:val="28"/>
        </w:rPr>
        <w:t>Каргаполовского</w:t>
      </w:r>
      <w:proofErr w:type="spellEnd"/>
      <w:r w:rsidR="00CA57C6" w:rsidRPr="00CA57C6">
        <w:rPr>
          <w:sz w:val="28"/>
          <w:szCs w:val="28"/>
        </w:rPr>
        <w:t xml:space="preserve"> сельсовета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администрации </w:t>
      </w:r>
      <w:proofErr w:type="spellStart"/>
      <w:r w:rsidR="00A83D41">
        <w:rPr>
          <w:sz w:val="28"/>
          <w:szCs w:val="28"/>
        </w:rPr>
        <w:t>Каргаполовского</w:t>
      </w:r>
      <w:proofErr w:type="spellEnd"/>
      <w:r w:rsidR="00CA57C6" w:rsidRPr="00CA57C6">
        <w:rPr>
          <w:sz w:val="28"/>
          <w:szCs w:val="28"/>
        </w:rPr>
        <w:t xml:space="preserve"> сельсовета Сузунского района Новосибирской области</w:t>
      </w:r>
      <w:r w:rsidR="000A7BA7">
        <w:rPr>
          <w:sz w:val="28"/>
          <w:szCs w:val="28"/>
        </w:rPr>
        <w:t xml:space="preserve">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администрации </w:t>
      </w:r>
      <w:proofErr w:type="spellStart"/>
      <w:r w:rsidR="00A83D41">
        <w:rPr>
          <w:sz w:val="28"/>
          <w:szCs w:val="28"/>
        </w:rPr>
        <w:t>Каргаполовского</w:t>
      </w:r>
      <w:proofErr w:type="spellEnd"/>
      <w:r w:rsidR="00CA57C6" w:rsidRPr="00CA57C6">
        <w:rPr>
          <w:sz w:val="28"/>
          <w:szCs w:val="28"/>
        </w:rPr>
        <w:t xml:space="preserve"> сельсовета Сузунского района Новосибирской области</w:t>
      </w:r>
      <w:r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администрации </w:t>
      </w:r>
      <w:proofErr w:type="spellStart"/>
      <w:r w:rsidR="00A83D41">
        <w:rPr>
          <w:sz w:val="28"/>
          <w:szCs w:val="28"/>
        </w:rPr>
        <w:t>Каргаполовского</w:t>
      </w:r>
      <w:proofErr w:type="spellEnd"/>
      <w:r w:rsidR="00CA57C6" w:rsidRPr="00CA57C6">
        <w:rPr>
          <w:sz w:val="28"/>
          <w:szCs w:val="28"/>
        </w:rPr>
        <w:t xml:space="preserve"> сельсовета Сузунского района Новосибирской области</w:t>
      </w:r>
      <w:r w:rsidR="00CA57C6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CA57C6" w:rsidRDefault="00CA57C6" w:rsidP="00025ED3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367729" w:rsidP="00A83D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071E49" w:rsidP="00A83D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</w:t>
      </w:r>
      <w:r w:rsidRPr="00CA57C6">
        <w:rPr>
          <w:b/>
          <w:sz w:val="28"/>
          <w:szCs w:val="28"/>
        </w:rPr>
        <w:t xml:space="preserve">администрации </w:t>
      </w:r>
      <w:proofErr w:type="spellStart"/>
      <w:r w:rsidR="00A83D41" w:rsidRPr="00A83D41">
        <w:rPr>
          <w:b/>
          <w:sz w:val="28"/>
          <w:szCs w:val="28"/>
        </w:rPr>
        <w:t>Каргаполовского</w:t>
      </w:r>
      <w:proofErr w:type="spellEnd"/>
      <w:r w:rsidR="00CA57C6" w:rsidRPr="00CA57C6">
        <w:rPr>
          <w:b/>
          <w:sz w:val="28"/>
          <w:szCs w:val="28"/>
        </w:rPr>
        <w:t xml:space="preserve"> 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367729" w:rsidRPr="00781045">
        <w:rPr>
          <w:sz w:val="28"/>
          <w:szCs w:val="28"/>
        </w:rPr>
        <w:t xml:space="preserve">администрации </w:t>
      </w:r>
      <w:proofErr w:type="spellStart"/>
      <w:r w:rsidR="00A83D41">
        <w:rPr>
          <w:sz w:val="28"/>
          <w:szCs w:val="28"/>
        </w:rPr>
        <w:t>Каргаполовского</w:t>
      </w:r>
      <w:proofErr w:type="spellEnd"/>
      <w:r w:rsidR="00CA57C6" w:rsidRPr="00CA57C6">
        <w:rPr>
          <w:sz w:val="28"/>
          <w:szCs w:val="28"/>
        </w:rPr>
        <w:t xml:space="preserve"> сельсовета Сузунского района Новосибирской области</w:t>
      </w:r>
      <w:r w:rsidR="00CA57C6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A83D41">
          <w:pgSz w:w="11907" w:h="16840"/>
          <w:pgMar w:top="426" w:right="425" w:bottom="142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Pr="00781045">
        <w:rPr>
          <w:b/>
          <w:sz w:val="28"/>
          <w:szCs w:val="28"/>
        </w:rPr>
        <w:t>администрации</w:t>
      </w:r>
    </w:p>
    <w:p w:rsidR="00AB1A24" w:rsidRDefault="00A83D41" w:rsidP="00AB1A24">
      <w:pPr>
        <w:jc w:val="center"/>
        <w:rPr>
          <w:sz w:val="28"/>
          <w:szCs w:val="28"/>
        </w:rPr>
      </w:pPr>
      <w:proofErr w:type="spellStart"/>
      <w:r w:rsidRPr="00A83D41">
        <w:rPr>
          <w:b/>
          <w:sz w:val="28"/>
          <w:szCs w:val="28"/>
        </w:rPr>
        <w:t>Каргаполовского</w:t>
      </w:r>
      <w:proofErr w:type="spellEnd"/>
      <w:r w:rsidRPr="00A83D41">
        <w:rPr>
          <w:b/>
          <w:sz w:val="28"/>
          <w:szCs w:val="28"/>
        </w:rPr>
        <w:t xml:space="preserve"> </w:t>
      </w:r>
      <w:r w:rsidR="009E5797" w:rsidRPr="009E5797">
        <w:rPr>
          <w:b/>
          <w:sz w:val="28"/>
          <w:szCs w:val="28"/>
        </w:rPr>
        <w:t>сельсовета Сузунского района Новосибирской области</w:t>
      </w:r>
    </w:p>
    <w:p w:rsidR="009E5797" w:rsidRDefault="009E5797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A83D41" w:rsidRDefault="00AB1A24" w:rsidP="00A50079">
            <w:pPr>
              <w:jc w:val="both"/>
            </w:pPr>
            <w:r w:rsidRPr="00A83D41">
              <w:rPr>
                <w:iCs/>
              </w:rPr>
              <w:t xml:space="preserve">Принятие решения о ликвидации администрации </w:t>
            </w:r>
            <w:proofErr w:type="spellStart"/>
            <w:r w:rsidR="00A83D41" w:rsidRPr="00A83D41">
              <w:t>Каргаполовского</w:t>
            </w:r>
            <w:proofErr w:type="spellEnd"/>
            <w:r w:rsidR="009E5797" w:rsidRPr="00A83D41">
              <w:t xml:space="preserve"> сельсовета Сузунского района Новосибирской области</w:t>
            </w:r>
            <w:r w:rsidR="009E5797" w:rsidRPr="00A83D41">
              <w:rPr>
                <w:iCs/>
              </w:rPr>
              <w:t xml:space="preserve"> </w:t>
            </w:r>
            <w:r w:rsidRPr="00A83D41">
              <w:rPr>
                <w:iCs/>
              </w:rPr>
              <w:t>(далее - учреждение) как юридического лица,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lastRenderedPageBreak/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</w:t>
            </w:r>
            <w:r w:rsidRPr="00EE21E5">
              <w:rPr>
                <w:iCs/>
              </w:rPr>
              <w:lastRenderedPageBreak/>
              <w:t xml:space="preserve">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>Приказ 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</w:t>
            </w:r>
            <w:r w:rsidR="00D7118B" w:rsidRPr="00085155">
              <w:rPr>
                <w:iCs/>
              </w:rPr>
              <w:lastRenderedPageBreak/>
              <w:t xml:space="preserve">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государственной регистрации в связи с </w:t>
            </w:r>
            <w:r w:rsidRPr="00995808">
              <w:rPr>
                <w:iCs/>
              </w:rPr>
              <w:lastRenderedPageBreak/>
              <w:t>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</w:t>
            </w:r>
            <w:r w:rsidRPr="00085155">
              <w:rPr>
                <w:iCs/>
              </w:rPr>
              <w:lastRenderedPageBreak/>
              <w:t xml:space="preserve">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Pr="00A83D41">
              <w:rPr>
                <w:iCs/>
              </w:rPr>
              <w:t xml:space="preserve">администрации </w:t>
            </w:r>
            <w:proofErr w:type="spellStart"/>
            <w:r w:rsidR="00A83D41" w:rsidRPr="00A83D41">
              <w:t>Каргаполовского</w:t>
            </w:r>
            <w:proofErr w:type="spellEnd"/>
            <w:r w:rsidR="009E5797" w:rsidRPr="009E5797">
              <w:t xml:space="preserve"> 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 w:rsidRPr="00781045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proofErr w:type="spellStart"/>
      <w:r w:rsidR="00A83D41" w:rsidRPr="00A83D41">
        <w:rPr>
          <w:b/>
          <w:sz w:val="28"/>
          <w:szCs w:val="28"/>
        </w:rPr>
        <w:t>Каргаполовского</w:t>
      </w:r>
      <w:proofErr w:type="spellEnd"/>
      <w:r w:rsidR="009E5797" w:rsidRPr="00A83D41">
        <w:rPr>
          <w:b/>
          <w:sz w:val="28"/>
          <w:szCs w:val="28"/>
        </w:rPr>
        <w:t xml:space="preserve"> </w:t>
      </w:r>
      <w:r w:rsidR="009E5797" w:rsidRPr="009E5797">
        <w:rPr>
          <w:b/>
          <w:sz w:val="28"/>
          <w:szCs w:val="28"/>
        </w:rPr>
        <w:t>сельсовета Сузунского района Новосибирской области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F00A0F" w:rsidRDefault="00F00A0F" w:rsidP="00492855">
            <w:pPr>
              <w:jc w:val="both"/>
              <w:rPr>
                <w:sz w:val="28"/>
                <w:szCs w:val="28"/>
              </w:rPr>
            </w:pPr>
          </w:p>
          <w:p w:rsidR="00762A0B" w:rsidRPr="009E5797" w:rsidRDefault="00A83D41" w:rsidP="0049285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Гольцверт</w:t>
            </w:r>
            <w:proofErr w:type="spellEnd"/>
            <w:r>
              <w:rPr>
                <w:sz w:val="28"/>
                <w:szCs w:val="28"/>
              </w:rPr>
              <w:t xml:space="preserve"> Андрей </w:t>
            </w:r>
            <w:proofErr w:type="spellStart"/>
            <w:r>
              <w:rPr>
                <w:sz w:val="28"/>
                <w:szCs w:val="28"/>
              </w:rPr>
              <w:t>Готлибович</w:t>
            </w:r>
            <w:proofErr w:type="spellEnd"/>
            <w:r w:rsidR="009E5797" w:rsidRPr="009E5797">
              <w:rPr>
                <w:sz w:val="28"/>
                <w:szCs w:val="28"/>
              </w:rPr>
              <w:t xml:space="preserve"> </w:t>
            </w:r>
            <w:r w:rsidR="009E5797">
              <w:rPr>
                <w:sz w:val="28"/>
                <w:szCs w:val="28"/>
              </w:rPr>
              <w:t>–</w:t>
            </w:r>
            <w:r w:rsidR="00762A0B" w:rsidRPr="009E5797">
              <w:rPr>
                <w:sz w:val="28"/>
                <w:szCs w:val="28"/>
              </w:rPr>
              <w:t xml:space="preserve"> </w:t>
            </w:r>
            <w:r w:rsidR="009E5797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Каргаполовского</w:t>
            </w:r>
            <w:r w:rsidR="009E5797">
              <w:rPr>
                <w:sz w:val="28"/>
                <w:szCs w:val="28"/>
              </w:rPr>
              <w:t xml:space="preserve"> сельсовета Сузунского района Новосибирской области</w:t>
            </w:r>
            <w:r w:rsidR="00762A0B" w:rsidRPr="009E5797">
              <w:rPr>
                <w:sz w:val="28"/>
                <w:szCs w:val="28"/>
              </w:rPr>
              <w:t>;</w:t>
            </w:r>
          </w:p>
          <w:p w:rsidR="00762A0B" w:rsidRPr="009E5797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9E5797" w:rsidRDefault="00762A0B" w:rsidP="00492855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F00A0F" w:rsidRDefault="00F00A0F" w:rsidP="003130F0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D707C8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Армянова</w:t>
            </w:r>
            <w:proofErr w:type="spellEnd"/>
            <w:r>
              <w:rPr>
                <w:sz w:val="28"/>
                <w:szCs w:val="28"/>
              </w:rPr>
              <w:t xml:space="preserve"> Татьяна Ивановна</w:t>
            </w:r>
            <w:r w:rsidRPr="00286B87">
              <w:rPr>
                <w:sz w:val="28"/>
                <w:szCs w:val="28"/>
              </w:rPr>
              <w:t xml:space="preserve"> – специалист администрации </w:t>
            </w:r>
            <w:proofErr w:type="spellStart"/>
            <w:r>
              <w:rPr>
                <w:sz w:val="28"/>
                <w:szCs w:val="28"/>
              </w:rPr>
              <w:t>Каргаполовского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D97683" w:rsidP="003130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Орёл Любовь Валерьевна – заместитель директора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66E" w:rsidRDefault="0010366E" w:rsidP="00AC5C3C">
      <w:r>
        <w:separator/>
      </w:r>
    </w:p>
  </w:endnote>
  <w:endnote w:type="continuationSeparator" w:id="0">
    <w:p w:rsidR="0010366E" w:rsidRDefault="0010366E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66E" w:rsidRDefault="0010366E" w:rsidP="00AC5C3C">
      <w:r>
        <w:separator/>
      </w:r>
    </w:p>
  </w:footnote>
  <w:footnote w:type="continuationSeparator" w:id="0">
    <w:p w:rsidR="0010366E" w:rsidRDefault="0010366E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71E49"/>
    <w:rsid w:val="00080E77"/>
    <w:rsid w:val="00082331"/>
    <w:rsid w:val="00085155"/>
    <w:rsid w:val="000A12CC"/>
    <w:rsid w:val="000A7BA7"/>
    <w:rsid w:val="000B4CD9"/>
    <w:rsid w:val="000D5761"/>
    <w:rsid w:val="000E1881"/>
    <w:rsid w:val="000F23A6"/>
    <w:rsid w:val="0010366E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D60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80BA0"/>
    <w:rsid w:val="004A59A2"/>
    <w:rsid w:val="004F3809"/>
    <w:rsid w:val="00500068"/>
    <w:rsid w:val="005169FF"/>
    <w:rsid w:val="00531936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5104"/>
    <w:rsid w:val="0068752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370B1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E5797"/>
    <w:rsid w:val="009F04CC"/>
    <w:rsid w:val="00A1633B"/>
    <w:rsid w:val="00A50079"/>
    <w:rsid w:val="00A5271A"/>
    <w:rsid w:val="00A55047"/>
    <w:rsid w:val="00A63F0B"/>
    <w:rsid w:val="00A72860"/>
    <w:rsid w:val="00A83395"/>
    <w:rsid w:val="00A83D41"/>
    <w:rsid w:val="00AA0E12"/>
    <w:rsid w:val="00AA1FA3"/>
    <w:rsid w:val="00AA6AEF"/>
    <w:rsid w:val="00AB1A24"/>
    <w:rsid w:val="00AC5C3C"/>
    <w:rsid w:val="00AE1D47"/>
    <w:rsid w:val="00AE7575"/>
    <w:rsid w:val="00AF7CA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46DD"/>
    <w:rsid w:val="00C9329C"/>
    <w:rsid w:val="00C95C5D"/>
    <w:rsid w:val="00C96F91"/>
    <w:rsid w:val="00C974CB"/>
    <w:rsid w:val="00CA1C0F"/>
    <w:rsid w:val="00CA57C6"/>
    <w:rsid w:val="00CB1534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07C8"/>
    <w:rsid w:val="00D7118B"/>
    <w:rsid w:val="00D72AC7"/>
    <w:rsid w:val="00D763F0"/>
    <w:rsid w:val="00D85BCE"/>
    <w:rsid w:val="00D939FE"/>
    <w:rsid w:val="00D97683"/>
    <w:rsid w:val="00DA4AB0"/>
    <w:rsid w:val="00DA4E9A"/>
    <w:rsid w:val="00DA7409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0A0F"/>
    <w:rsid w:val="00F063BB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1039EB9E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239</TotalTime>
  <Pages>10</Pages>
  <Words>2560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17124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55</cp:revision>
  <cp:lastPrinted>2025-09-22T02:32:00Z</cp:lastPrinted>
  <dcterms:created xsi:type="dcterms:W3CDTF">2020-02-17T09:36:00Z</dcterms:created>
  <dcterms:modified xsi:type="dcterms:W3CDTF">2025-09-24T03:26:00Z</dcterms:modified>
</cp:coreProperties>
</file>